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6C5" w14:textId="77777777" w:rsidR="008E1243" w:rsidRDefault="008E1243" w:rsidP="008E1243">
      <w:pPr>
        <w:sectPr w:rsidR="008E1243" w:rsidSect="0008622A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980" w:right="1440" w:bottom="1440" w:left="1440" w:header="576" w:footer="288" w:gutter="0"/>
          <w:pgNumType w:start="1"/>
          <w:cols w:space="720"/>
          <w:titlePg/>
        </w:sectPr>
      </w:pPr>
    </w:p>
    <w:p w14:paraId="30476370" w14:textId="35027956" w:rsidR="00453549" w:rsidRDefault="008A0C8D" w:rsidP="00BB082A">
      <w:r>
        <w:t>November 15, 2023</w:t>
      </w:r>
    </w:p>
    <w:p w14:paraId="0248094E" w14:textId="77777777" w:rsidR="008A0C8D" w:rsidRDefault="008A0C8D" w:rsidP="00BB082A"/>
    <w:p w14:paraId="42A5FCF6" w14:textId="5A3A4EE5" w:rsidR="008A0C8D" w:rsidRPr="00121C95" w:rsidRDefault="008A0C8D" w:rsidP="00BB082A">
      <w:pPr>
        <w:rPr>
          <w:b/>
          <w:bCs/>
        </w:rPr>
      </w:pPr>
      <w:r w:rsidRPr="00121C95">
        <w:rPr>
          <w:b/>
          <w:bCs/>
        </w:rPr>
        <w:t xml:space="preserve">RE: </w:t>
      </w:r>
      <w:r w:rsidRPr="00121C95">
        <w:rPr>
          <w:b/>
          <w:bCs/>
        </w:rPr>
        <w:t>Request for Services #24-77045</w:t>
      </w:r>
      <w:r w:rsidRPr="00121C95">
        <w:rPr>
          <w:b/>
          <w:bCs/>
        </w:rPr>
        <w:t xml:space="preserve"> </w:t>
      </w:r>
      <w:r w:rsidRPr="00121C95">
        <w:rPr>
          <w:b/>
          <w:bCs/>
        </w:rPr>
        <w:t xml:space="preserve">Solicitation </w:t>
      </w:r>
      <w:r w:rsidR="00912B2A">
        <w:rPr>
          <w:b/>
          <w:bCs/>
        </w:rPr>
        <w:t>f</w:t>
      </w:r>
      <w:r w:rsidRPr="00121C95">
        <w:rPr>
          <w:b/>
          <w:bCs/>
        </w:rPr>
        <w:t xml:space="preserve">or </w:t>
      </w:r>
      <w:r w:rsidRPr="00121C95">
        <w:rPr>
          <w:b/>
          <w:bCs/>
        </w:rPr>
        <w:t>CCBHC Demonstration Sites</w:t>
      </w:r>
    </w:p>
    <w:p w14:paraId="7BD24E6C" w14:textId="77777777" w:rsidR="008A0C8D" w:rsidRDefault="008A0C8D" w:rsidP="00BB082A"/>
    <w:p w14:paraId="404C0FE2" w14:textId="761AA123" w:rsidR="006256DF" w:rsidRPr="007A0F58" w:rsidRDefault="006256DF" w:rsidP="006256DF">
      <w:pPr>
        <w:rPr>
          <w:b/>
          <w:bCs/>
          <w:sz w:val="24"/>
          <w:szCs w:val="24"/>
        </w:rPr>
      </w:pPr>
      <w:r w:rsidRPr="007A0F58">
        <w:rPr>
          <w:b/>
          <w:bCs/>
          <w:sz w:val="24"/>
          <w:szCs w:val="24"/>
        </w:rPr>
        <w:t>IDOA Procurement Submission Form</w:t>
      </w:r>
    </w:p>
    <w:p w14:paraId="410A2C4A" w14:textId="77777777" w:rsidR="006256DF" w:rsidRDefault="006256DF" w:rsidP="006256DF"/>
    <w:p w14:paraId="3E51EEE5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 xml:space="preserve">Sourcing Event ID # </w:t>
      </w:r>
    </w:p>
    <w:p w14:paraId="6846A320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color w:val="000000"/>
          <w:sz w:val="24"/>
          <w:szCs w:val="24"/>
          <w:shd w:val="clear" w:color="auto" w:fill="FFFFFF"/>
        </w:rPr>
        <w:t>0000077045</w:t>
      </w:r>
    </w:p>
    <w:p w14:paraId="78ECFDF4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36D77918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Bidder Name</w:t>
      </w:r>
    </w:p>
    <w:p w14:paraId="034D6683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Grant Blackford Mental Health, Inc (DBA Radiant Health)</w:t>
      </w:r>
    </w:p>
    <w:p w14:paraId="4B626C6E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19E6A4B0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Bidder ID #</w:t>
      </w:r>
    </w:p>
    <w:p w14:paraId="4048AD8F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rFonts w:eastAsia="Times New Roman"/>
          <w:color w:val="000000"/>
          <w:sz w:val="24"/>
          <w:szCs w:val="24"/>
          <w:bdr w:val="none" w:sz="0" w:space="0" w:color="auto" w:frame="1"/>
          <w:lang w:val="en-US"/>
        </w:rPr>
        <w:t>0000013588</w:t>
      </w:r>
    </w:p>
    <w:p w14:paraId="3F371493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3F1D2C23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Bidder EIN</w:t>
      </w:r>
    </w:p>
    <w:p w14:paraId="5D33014C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35-6202739</w:t>
      </w:r>
    </w:p>
    <w:p w14:paraId="08C59E80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205E3878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Flash Drive Tracking Number</w:t>
      </w:r>
    </w:p>
    <w:p w14:paraId="59A90E43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 xml:space="preserve">US Postal Service Express Mail – </w:t>
      </w:r>
    </w:p>
    <w:p w14:paraId="459502CC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00991984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 xml:space="preserve">Flash Drive Password </w:t>
      </w:r>
    </w:p>
    <w:p w14:paraId="0C74826C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proofErr w:type="spellStart"/>
      <w:r w:rsidRPr="007A0F58">
        <w:rPr>
          <w:sz w:val="24"/>
          <w:szCs w:val="24"/>
        </w:rPr>
        <w:t>GetRadiant</w:t>
      </w:r>
      <w:proofErr w:type="spellEnd"/>
      <w:r w:rsidRPr="007A0F58">
        <w:rPr>
          <w:sz w:val="24"/>
          <w:szCs w:val="24"/>
        </w:rPr>
        <w:t>!</w:t>
      </w:r>
    </w:p>
    <w:p w14:paraId="6CBC15D1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069DDB31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Executive Summary</w:t>
      </w:r>
    </w:p>
    <w:p w14:paraId="70EEA404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See attached Executive Summary Document</w:t>
      </w:r>
    </w:p>
    <w:p w14:paraId="0E1716A8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26CCDF68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Attachment I Attestation Form</w:t>
      </w:r>
    </w:p>
    <w:p w14:paraId="1CA37159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See attached Attachment I Attestation Form</w:t>
      </w:r>
    </w:p>
    <w:p w14:paraId="454031A2" w14:textId="77777777" w:rsidR="006256DF" w:rsidRPr="007A0F58" w:rsidRDefault="006256DF" w:rsidP="006256DF">
      <w:pPr>
        <w:rPr>
          <w:sz w:val="24"/>
          <w:szCs w:val="24"/>
        </w:rPr>
      </w:pPr>
    </w:p>
    <w:p w14:paraId="4ABCE692" w14:textId="77777777" w:rsidR="006256DF" w:rsidRPr="007A0F58" w:rsidRDefault="006256DF" w:rsidP="006256DF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Submitter Point of Contact</w:t>
      </w:r>
    </w:p>
    <w:p w14:paraId="4BE65D42" w14:textId="77777777" w:rsidR="006256DF" w:rsidRPr="007A0F58" w:rsidRDefault="006256DF" w:rsidP="006256DF">
      <w:pPr>
        <w:pStyle w:val="ListParagraph"/>
        <w:numPr>
          <w:ilvl w:val="1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Gregory Maynard, Director of Special Projects, (765) 499-9345</w:t>
      </w:r>
    </w:p>
    <w:p w14:paraId="5F948E3B" w14:textId="77777777" w:rsidR="006256DF" w:rsidRPr="007A0F58" w:rsidRDefault="006256DF" w:rsidP="006256DF">
      <w:pPr>
        <w:pStyle w:val="ListParagraph"/>
        <w:ind w:left="1440"/>
        <w:rPr>
          <w:sz w:val="24"/>
          <w:szCs w:val="24"/>
        </w:rPr>
      </w:pPr>
    </w:p>
    <w:p w14:paraId="03E6831D" w14:textId="77777777" w:rsidR="007A0F58" w:rsidRDefault="006256DF" w:rsidP="007A0F58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7A0F58">
        <w:rPr>
          <w:sz w:val="24"/>
          <w:szCs w:val="24"/>
        </w:rPr>
        <w:t>Submitter Email Address</w:t>
      </w:r>
    </w:p>
    <w:p w14:paraId="142F0B74" w14:textId="0D7971B6" w:rsidR="00121C95" w:rsidRPr="007A0F58" w:rsidRDefault="00232ED8" w:rsidP="007A0F58">
      <w:pPr>
        <w:pStyle w:val="ListParagraph"/>
        <w:numPr>
          <w:ilvl w:val="1"/>
          <w:numId w:val="5"/>
        </w:numPr>
        <w:rPr>
          <w:sz w:val="24"/>
          <w:szCs w:val="24"/>
        </w:rPr>
      </w:pPr>
      <w:hyperlink r:id="rId14" w:history="1">
        <w:r w:rsidRPr="00F820FA">
          <w:rPr>
            <w:rStyle w:val="Hyperlink"/>
            <w:sz w:val="24"/>
            <w:szCs w:val="24"/>
          </w:rPr>
          <w:t>gmaynard@getradiant.org</w:t>
        </w:r>
      </w:hyperlink>
    </w:p>
    <w:sectPr w:rsidR="00121C95" w:rsidRPr="007A0F58" w:rsidSect="0008622A">
      <w:type w:val="continuous"/>
      <w:pgSz w:w="12240" w:h="15840"/>
      <w:pgMar w:top="1980" w:right="1440" w:bottom="1440" w:left="1440" w:header="576" w:footer="288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50B5A" w14:textId="77777777" w:rsidR="00A707E1" w:rsidRDefault="00A707E1">
      <w:pPr>
        <w:spacing w:line="240" w:lineRule="auto"/>
      </w:pPr>
      <w:r>
        <w:separator/>
      </w:r>
    </w:p>
  </w:endnote>
  <w:endnote w:type="continuationSeparator" w:id="0">
    <w:p w14:paraId="52A64C33" w14:textId="77777777" w:rsidR="00A707E1" w:rsidRDefault="00A707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121B7" w14:textId="77777777" w:rsidR="00453549" w:rsidRDefault="00453549">
    <w:pPr>
      <w:rPr>
        <w:b/>
        <w:color w:val="B493C5"/>
        <w:sz w:val="20"/>
        <w:szCs w:val="20"/>
      </w:rPr>
    </w:pPr>
  </w:p>
  <w:p w14:paraId="6CA77345" w14:textId="77777777" w:rsidR="00453549" w:rsidRDefault="00453549">
    <w:pPr>
      <w:rPr>
        <w:b/>
        <w:color w:val="B493C5"/>
        <w:sz w:val="20"/>
        <w:szCs w:val="20"/>
      </w:rPr>
    </w:pPr>
  </w:p>
  <w:p w14:paraId="6EFE1FC4" w14:textId="77777777" w:rsidR="00453549" w:rsidRDefault="00DE6833">
    <w:pPr>
      <w:rPr>
        <w:b/>
        <w:color w:val="B493C5"/>
        <w:sz w:val="20"/>
        <w:szCs w:val="20"/>
      </w:rPr>
    </w:pPr>
    <w:r>
      <w:rPr>
        <w:b/>
        <w:color w:val="B493C5"/>
        <w:sz w:val="20"/>
        <w:szCs w:val="20"/>
      </w:rPr>
      <w:t xml:space="preserve">Web                                                      </w:t>
    </w:r>
    <w:r w:rsidR="00BF2A92">
      <w:rPr>
        <w:b/>
        <w:color w:val="B493C5"/>
        <w:sz w:val="20"/>
        <w:szCs w:val="20"/>
      </w:rPr>
      <w:t xml:space="preserve">  </w:t>
    </w:r>
    <w:r>
      <w:rPr>
        <w:b/>
        <w:color w:val="B493C5"/>
        <w:sz w:val="20"/>
        <w:szCs w:val="20"/>
      </w:rPr>
      <w:t xml:space="preserve">  </w:t>
    </w:r>
    <w:r w:rsidR="00BF2A92">
      <w:rPr>
        <w:b/>
        <w:color w:val="B493C5"/>
        <w:sz w:val="20"/>
        <w:szCs w:val="20"/>
      </w:rPr>
      <w:t xml:space="preserve">         </w:t>
    </w:r>
    <w:r>
      <w:rPr>
        <w:b/>
        <w:color w:val="B493C5"/>
        <w:sz w:val="20"/>
        <w:szCs w:val="20"/>
      </w:rPr>
      <w:t xml:space="preserve">Main Office                                                      </w:t>
    </w:r>
    <w:r>
      <w:rPr>
        <w:b/>
        <w:color w:val="B493C5"/>
        <w:sz w:val="20"/>
        <w:szCs w:val="20"/>
      </w:rPr>
      <w:tab/>
      <w:t>Phone</w:t>
    </w:r>
  </w:p>
  <w:p w14:paraId="26158C3B" w14:textId="77777777" w:rsidR="00453549" w:rsidRDefault="00DE6833">
    <w:r>
      <w:rPr>
        <w:color w:val="B493C5"/>
        <w:sz w:val="20"/>
        <w:szCs w:val="20"/>
      </w:rPr>
      <w:t xml:space="preserve">GetRadiant.org                       </w:t>
    </w:r>
    <w:r>
      <w:rPr>
        <w:color w:val="B493C5"/>
        <w:sz w:val="20"/>
        <w:szCs w:val="20"/>
      </w:rPr>
      <w:tab/>
    </w:r>
    <w:r w:rsidR="00BF2A92">
      <w:rPr>
        <w:color w:val="B493C5"/>
        <w:sz w:val="20"/>
        <w:szCs w:val="20"/>
      </w:rPr>
      <w:t xml:space="preserve">         </w:t>
    </w:r>
    <w:r>
      <w:rPr>
        <w:color w:val="B493C5"/>
        <w:sz w:val="20"/>
        <w:szCs w:val="20"/>
      </w:rPr>
      <w:t xml:space="preserve">505 N Wabash Ave., Marion, IN.                         </w:t>
    </w:r>
    <w:r>
      <w:rPr>
        <w:color w:val="B493C5"/>
        <w:sz w:val="20"/>
        <w:szCs w:val="20"/>
      </w:rPr>
      <w:tab/>
    </w:r>
    <w:r w:rsidR="00BF2A92">
      <w:rPr>
        <w:color w:val="B493C5"/>
        <w:sz w:val="20"/>
        <w:szCs w:val="20"/>
      </w:rPr>
      <w:t xml:space="preserve">  </w:t>
    </w:r>
    <w:r>
      <w:rPr>
        <w:color w:val="B493C5"/>
        <w:sz w:val="20"/>
        <w:szCs w:val="20"/>
      </w:rPr>
      <w:t>765-662-3971</w:t>
    </w:r>
  </w:p>
  <w:p w14:paraId="23B167CF" w14:textId="77777777" w:rsidR="00453549" w:rsidRDefault="004535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7997" w14:textId="77777777" w:rsidR="00BF2A92" w:rsidRDefault="00BF2A92" w:rsidP="00BF2A92">
    <w:pPr>
      <w:rPr>
        <w:b/>
        <w:color w:val="B493C5"/>
        <w:sz w:val="20"/>
        <w:szCs w:val="20"/>
      </w:rPr>
    </w:pPr>
    <w:r>
      <w:rPr>
        <w:b/>
        <w:color w:val="B493C5"/>
        <w:sz w:val="20"/>
        <w:szCs w:val="20"/>
      </w:rPr>
      <w:t xml:space="preserve">Web                                                                   Main Office                                                      </w:t>
    </w:r>
    <w:r>
      <w:rPr>
        <w:b/>
        <w:color w:val="B493C5"/>
        <w:sz w:val="20"/>
        <w:szCs w:val="20"/>
      </w:rPr>
      <w:tab/>
      <w:t>Phone</w:t>
    </w:r>
  </w:p>
  <w:p w14:paraId="33C966DB" w14:textId="77777777" w:rsidR="00453549" w:rsidRDefault="00BF2A92" w:rsidP="00BF2A92">
    <w:pPr>
      <w:rPr>
        <w:color w:val="B493C5"/>
        <w:sz w:val="20"/>
        <w:szCs w:val="20"/>
      </w:rPr>
    </w:pPr>
    <w:r>
      <w:rPr>
        <w:color w:val="B493C5"/>
        <w:sz w:val="20"/>
        <w:szCs w:val="20"/>
      </w:rPr>
      <w:t xml:space="preserve">GetRadiant.org                       </w:t>
    </w:r>
    <w:r>
      <w:rPr>
        <w:color w:val="B493C5"/>
        <w:sz w:val="20"/>
        <w:szCs w:val="20"/>
      </w:rPr>
      <w:tab/>
      <w:t xml:space="preserve">         505 N Wabash Ave., Marion, IN.                         </w:t>
    </w:r>
    <w:r>
      <w:rPr>
        <w:color w:val="B493C5"/>
        <w:sz w:val="20"/>
        <w:szCs w:val="20"/>
      </w:rPr>
      <w:tab/>
      <w:t xml:space="preserve">  765-662-3971</w:t>
    </w:r>
  </w:p>
  <w:p w14:paraId="507BA098" w14:textId="77777777" w:rsidR="00BF2A92" w:rsidRPr="00BF2A92" w:rsidRDefault="00BF2A92" w:rsidP="00BF2A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62F5F" w14:textId="77777777" w:rsidR="00A707E1" w:rsidRDefault="00A707E1">
      <w:pPr>
        <w:spacing w:line="240" w:lineRule="auto"/>
      </w:pPr>
      <w:r>
        <w:separator/>
      </w:r>
    </w:p>
  </w:footnote>
  <w:footnote w:type="continuationSeparator" w:id="0">
    <w:p w14:paraId="07C436AE" w14:textId="77777777" w:rsidR="00A707E1" w:rsidRDefault="00A707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6DBCC" w14:textId="77777777" w:rsidR="00453549" w:rsidRDefault="00DE6833">
    <w:pPr>
      <w:ind w:hanging="630"/>
      <w:jc w:val="center"/>
    </w:pPr>
    <w:r>
      <w:rPr>
        <w:noProof/>
      </w:rPr>
      <w:drawing>
        <wp:inline distT="114300" distB="114300" distL="114300" distR="114300" wp14:anchorId="64D5D77A" wp14:editId="7AB83DD5">
          <wp:extent cx="2043113" cy="513319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3113" cy="5133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5581" w14:textId="77777777" w:rsidR="00453549" w:rsidRDefault="00DE6833">
    <w:pPr>
      <w:ind w:hanging="630"/>
    </w:pPr>
    <w:r>
      <w:rPr>
        <w:noProof/>
      </w:rPr>
      <w:drawing>
        <wp:inline distT="114300" distB="114300" distL="114300" distR="114300" wp14:anchorId="0928FE68" wp14:editId="04B49029">
          <wp:extent cx="3824288" cy="96202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24288" cy="9620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6A90897" w14:textId="77777777" w:rsidR="00453549" w:rsidRDefault="0045354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47B16"/>
    <w:multiLevelType w:val="multilevel"/>
    <w:tmpl w:val="C15A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0F43E60"/>
    <w:multiLevelType w:val="multilevel"/>
    <w:tmpl w:val="64CC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5C86D08"/>
    <w:multiLevelType w:val="multilevel"/>
    <w:tmpl w:val="48EE6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AB6937"/>
    <w:multiLevelType w:val="hybridMultilevel"/>
    <w:tmpl w:val="89786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3E34B0"/>
    <w:multiLevelType w:val="multilevel"/>
    <w:tmpl w:val="FFF4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05598643">
    <w:abstractNumId w:val="0"/>
  </w:num>
  <w:num w:numId="2" w16cid:durableId="1242786882">
    <w:abstractNumId w:val="4"/>
  </w:num>
  <w:num w:numId="3" w16cid:durableId="185026532">
    <w:abstractNumId w:val="2"/>
  </w:num>
  <w:num w:numId="4" w16cid:durableId="1921256804">
    <w:abstractNumId w:val="1"/>
  </w:num>
  <w:num w:numId="5" w16cid:durableId="1721241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C8D"/>
    <w:rsid w:val="0003093F"/>
    <w:rsid w:val="0008622A"/>
    <w:rsid w:val="00121C95"/>
    <w:rsid w:val="00127693"/>
    <w:rsid w:val="002172D9"/>
    <w:rsid w:val="00232ED8"/>
    <w:rsid w:val="002741FD"/>
    <w:rsid w:val="003071FA"/>
    <w:rsid w:val="00334B7D"/>
    <w:rsid w:val="00442190"/>
    <w:rsid w:val="00453549"/>
    <w:rsid w:val="00621D8E"/>
    <w:rsid w:val="006256DF"/>
    <w:rsid w:val="00650572"/>
    <w:rsid w:val="006C5C84"/>
    <w:rsid w:val="007A0F58"/>
    <w:rsid w:val="00802384"/>
    <w:rsid w:val="00824D4D"/>
    <w:rsid w:val="008A0C8D"/>
    <w:rsid w:val="008E1243"/>
    <w:rsid w:val="00912B2A"/>
    <w:rsid w:val="00973C88"/>
    <w:rsid w:val="009C5360"/>
    <w:rsid w:val="00A42A0B"/>
    <w:rsid w:val="00A707E1"/>
    <w:rsid w:val="00BB082A"/>
    <w:rsid w:val="00BF2A92"/>
    <w:rsid w:val="00D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7B862"/>
  <w15:docId w15:val="{C67932B5-EC91-4432-AFF3-B2D11506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F2A9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A92"/>
  </w:style>
  <w:style w:type="paragraph" w:styleId="Footer">
    <w:name w:val="footer"/>
    <w:basedOn w:val="Normal"/>
    <w:link w:val="FooterChar"/>
    <w:uiPriority w:val="99"/>
    <w:unhideWhenUsed/>
    <w:rsid w:val="00BF2A9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A92"/>
  </w:style>
  <w:style w:type="paragraph" w:customStyle="1" w:styleId="paragraph">
    <w:name w:val="paragraph"/>
    <w:basedOn w:val="Normal"/>
    <w:rsid w:val="008A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A0C8D"/>
  </w:style>
  <w:style w:type="character" w:customStyle="1" w:styleId="eop">
    <w:name w:val="eop"/>
    <w:basedOn w:val="DefaultParagraphFont"/>
    <w:rsid w:val="008A0C8D"/>
  </w:style>
  <w:style w:type="character" w:styleId="Hyperlink">
    <w:name w:val="Hyperlink"/>
    <w:basedOn w:val="DefaultParagraphFont"/>
    <w:uiPriority w:val="99"/>
    <w:unhideWhenUsed/>
    <w:rsid w:val="00121C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256D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A0F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2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0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4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5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6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0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1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58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8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9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8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3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gmaynard@getradiant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maynard\Downloads\Radiant%20Letterhead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038e442-7ca1-447a-b5aa-d79d3f240918">
      <Terms xmlns="http://schemas.microsoft.com/office/infopath/2007/PartnerControls"/>
    </lcf76f155ced4ddcb4097134ff3c332f>
    <TaxCatchAll xmlns="60a51f06-fd4f-4e4d-8fad-49f365afdfc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C4B8458815F1428A16D3AD0CAE1973" ma:contentTypeVersion="15" ma:contentTypeDescription="Create a new document." ma:contentTypeScope="" ma:versionID="30e9cecfaded6e04f67f4179bdeef7ad">
  <xsd:schema xmlns:xsd="http://www.w3.org/2001/XMLSchema" xmlns:xs="http://www.w3.org/2001/XMLSchema" xmlns:p="http://schemas.microsoft.com/office/2006/metadata/properties" xmlns:ns2="c038e442-7ca1-447a-b5aa-d79d3f240918" xmlns:ns3="60a51f06-fd4f-4e4d-8fad-49f365afdfce" targetNamespace="http://schemas.microsoft.com/office/2006/metadata/properties" ma:root="true" ma:fieldsID="5b048f1d4362792601ccff487c06f81e" ns2:_="" ns3:_="">
    <xsd:import namespace="c038e442-7ca1-447a-b5aa-d79d3f240918"/>
    <xsd:import namespace="60a51f06-fd4f-4e4d-8fad-49f365afdf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8e442-7ca1-447a-b5aa-d79d3f2409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e4e5041-dac5-422f-8190-620b0a0ea5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51f06-fd4f-4e4d-8fad-49f365afdfce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963695c-40f1-4215-ae65-3b72bfce338d}" ma:internalName="TaxCatchAll" ma:showField="CatchAllData" ma:web="60a51f06-fd4f-4e4d-8fad-49f365afdf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42809-BEF3-4664-A8F4-E6E535567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4AC592-4721-42CD-A369-4256ED8C676E}">
  <ds:schemaRefs>
    <ds:schemaRef ds:uri="http://schemas.microsoft.com/office/2006/metadata/properties"/>
    <ds:schemaRef ds:uri="http://schemas.microsoft.com/office/infopath/2007/PartnerControls"/>
    <ds:schemaRef ds:uri="c038e442-7ca1-447a-b5aa-d79d3f240918"/>
    <ds:schemaRef ds:uri="60a51f06-fd4f-4e4d-8fad-49f365afdfce"/>
  </ds:schemaRefs>
</ds:datastoreItem>
</file>

<file path=customXml/itemProps3.xml><?xml version="1.0" encoding="utf-8"?>
<ds:datastoreItem xmlns:ds="http://schemas.openxmlformats.org/officeDocument/2006/customXml" ds:itemID="{81D3EBBF-3E53-4331-A5D1-5289BBC3F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8e442-7ca1-447a-b5aa-d79d3f240918"/>
    <ds:schemaRef ds:uri="60a51f06-fd4f-4e4d-8fad-49f365afdf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Radiant Letterhead (3)</Template>
  <TotalTime>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Maynard</dc:creator>
  <cp:lastModifiedBy>Gregory Maynard</cp:lastModifiedBy>
  <cp:revision>4</cp:revision>
  <cp:lastPrinted>2023-11-15T15:41:00Z</cp:lastPrinted>
  <dcterms:created xsi:type="dcterms:W3CDTF">2023-11-15T15:40:00Z</dcterms:created>
  <dcterms:modified xsi:type="dcterms:W3CDTF">2023-11-15T15:41:00Z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0x010100AEC4B8458815F1428A16D3AD0CAE1973</vt:lpwstr>
  </property>
  <property fmtid="{D5CDD505-2E9C-101B-9397-08002B2CF9AE}" pid="3" name="GrammarlyDocumentId">
    <vt:lpwstr>979f02404429785f49e2d403bed8e3dc4763f4aaf7894f20f1f9b5e125d6929b</vt:lpwstr>
  </property>
  <property fmtid="{D5CDD505-2E9C-101B-9397-08002B2CF9AE}" pid="4" name="MediaServiceImageTags">
    <vt:lpwstr/>
  </property>
</Properties>
</file>